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3F" w:rsidRDefault="00C2303F"/>
    <w:p w:rsidR="00C2303F" w:rsidRDefault="00C2303F">
      <w:pPr>
        <w:sectPr w:rsidR="00C2303F">
          <w:pgSz w:w="8391" w:h="5953" w:orient="landscape"/>
          <w:pgMar w:top="1797" w:right="1440" w:bottom="1797" w:left="1440" w:header="0" w:footer="0" w:gutter="0"/>
          <w:cols w:space="720"/>
          <w:formProt w:val="0"/>
          <w:docGrid w:linePitch="360" w:charSpace="4096"/>
        </w:sectPr>
      </w:pPr>
    </w:p>
    <w:p w:rsidR="00C2303F" w:rsidRDefault="00C2303F">
      <w:r>
        <w:t>Protect Document: no changes [read only]</w:t>
      </w:r>
    </w:p>
    <w:sectPr w:rsidR="00C2303F" w:rsidSect="00FE4392">
      <w:type w:val="continuous"/>
      <w:pgSz w:w="8391" w:h="5953" w:orient="landscape"/>
      <w:pgMar w:top="1797" w:right="1440" w:bottom="1797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readOnly" w:enforcement="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392"/>
    <w:rsid w:val="00762BF8"/>
    <w:rsid w:val="00922356"/>
    <w:rsid w:val="00C2303F"/>
    <w:rsid w:val="00C30C4D"/>
    <w:rsid w:val="00FE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392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E4392"/>
    <w:pPr>
      <w:keepNext/>
      <w:spacing w:before="240" w:after="120"/>
    </w:pPr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E4392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0798"/>
    <w:rPr>
      <w:rFonts w:ascii="Liberation Sans" w:hAnsi="Liberation Sans" w:cs="Arial"/>
    </w:rPr>
  </w:style>
  <w:style w:type="paragraph" w:styleId="List">
    <w:name w:val="List"/>
    <w:basedOn w:val="BodyText"/>
    <w:uiPriority w:val="99"/>
    <w:rsid w:val="00FE4392"/>
    <w:rPr>
      <w:rFonts w:ascii="Times New Roman" w:hAnsi="Times New Roman" w:cs="Times New Roman"/>
    </w:rPr>
  </w:style>
  <w:style w:type="paragraph" w:styleId="Caption">
    <w:name w:val="caption"/>
    <w:basedOn w:val="Normal"/>
    <w:uiPriority w:val="99"/>
    <w:qFormat/>
    <w:rsid w:val="00FE4392"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E4392"/>
    <w:pPr>
      <w:suppressLineNumbers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37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Protect Document: no changes [read only]</dc:title>
  <dc:subject/>
  <dc:creator>JLAutoBuild</dc:creator>
  <cp:keywords/>
  <dc:description/>
  <cp:lastModifiedBy>JLAutoBuild</cp:lastModifiedBy>
  <cp:revision>2</cp:revision>
  <dcterms:created xsi:type="dcterms:W3CDTF">2020-03-11T09:47:00Z</dcterms:created>
  <dcterms:modified xsi:type="dcterms:W3CDTF">2020-03-11T09:47:00Z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ZZZ</vt:lpwstr>
  </property>
  <property fmtid="{D5CDD505-2E9C-101B-9397-08002B2CF9AE}" pid="4" name="DocSecurity">
    <vt:i4>8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